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A06A5E" w:rsidRPr="00387875" w14:paraId="0CE12930" w14:textId="77777777" w:rsidTr="008574C8">
        <w:tc>
          <w:tcPr>
            <w:tcW w:w="1208" w:type="dxa"/>
          </w:tcPr>
          <w:p w14:paraId="3179E94A" w14:textId="77777777" w:rsidR="00A06A5E" w:rsidRPr="00777387" w:rsidRDefault="00A06A5E" w:rsidP="008574C8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773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2CF78A09" w14:textId="77777777" w:rsidR="00A06A5E" w:rsidRPr="00777387" w:rsidRDefault="00A06A5E" w:rsidP="008574C8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773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2F77400E" w14:textId="77777777" w:rsidR="00A06A5E" w:rsidRPr="00777387" w:rsidRDefault="00A06A5E" w:rsidP="0077738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773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BB2A5B" w:rsidRPr="00D5395B" w14:paraId="16827DCB" w14:textId="77777777" w:rsidTr="008574C8">
        <w:tc>
          <w:tcPr>
            <w:tcW w:w="1208" w:type="dxa"/>
          </w:tcPr>
          <w:p w14:paraId="36228348" w14:textId="2E9AF7B2" w:rsidR="00BB2A5B" w:rsidRPr="00777387" w:rsidRDefault="00BB2A5B" w:rsidP="00BB2A5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0701</w:t>
            </w:r>
            <w:r w:rsidR="006D6EEA">
              <w:rPr>
                <w:rFonts w:ascii="Poppins" w:hAnsi="Poppins" w:cs="Poppins"/>
              </w:rPr>
              <w:t>1005</w:t>
            </w:r>
          </w:p>
        </w:tc>
        <w:tc>
          <w:tcPr>
            <w:tcW w:w="1867" w:type="dxa"/>
          </w:tcPr>
          <w:p w14:paraId="65132B09" w14:textId="125F89B4" w:rsidR="00BB2A5B" w:rsidRPr="00777387" w:rsidRDefault="00BB2A5B" w:rsidP="00BB2A5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Climatizzatore monoblocco, per installazione</w:t>
            </w:r>
            <w:r w:rsidR="00447EFC" w:rsidRPr="00777387">
              <w:rPr>
                <w:rFonts w:ascii="Poppins" w:hAnsi="Poppins" w:cs="Poppins"/>
              </w:rPr>
              <w:t xml:space="preserve"> </w:t>
            </w:r>
            <w:r w:rsidRPr="00777387">
              <w:rPr>
                <w:rFonts w:ascii="Poppins" w:hAnsi="Poppins" w:cs="Poppins"/>
              </w:rPr>
              <w:t xml:space="preserve"> a parete, senza unità esterna</w:t>
            </w:r>
          </w:p>
          <w:p w14:paraId="2B66D5DB" w14:textId="21B74617" w:rsidR="00BB2A5B" w:rsidRPr="00777387" w:rsidRDefault="00EF6600" w:rsidP="00BB2A5B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X-One</w:t>
            </w:r>
            <w:r w:rsidR="00A65AA2">
              <w:rPr>
                <w:rFonts w:ascii="Poppins" w:hAnsi="Poppins" w:cs="Poppins"/>
              </w:rPr>
              <w:t>-</w:t>
            </w:r>
            <w:r w:rsidR="00BB2A5B" w:rsidRPr="00777387">
              <w:rPr>
                <w:rFonts w:ascii="Poppins" w:hAnsi="Poppins" w:cs="Poppins"/>
              </w:rPr>
              <w:t>102</w:t>
            </w:r>
            <w:r w:rsidR="00F57DA2">
              <w:rPr>
                <w:rFonts w:ascii="Poppins" w:hAnsi="Poppins" w:cs="Poppins"/>
              </w:rPr>
              <w:t>2</w:t>
            </w:r>
            <w:r w:rsidR="00BB2A5B" w:rsidRPr="00777387">
              <w:rPr>
                <w:rFonts w:ascii="Poppins" w:hAnsi="Poppins" w:cs="Poppins"/>
              </w:rPr>
              <w:t>DC-</w:t>
            </w:r>
            <w:r w:rsidR="008574C8" w:rsidRPr="00777387">
              <w:rPr>
                <w:rFonts w:ascii="Poppins" w:hAnsi="Poppins" w:cs="Poppins"/>
              </w:rPr>
              <w:t>O</w:t>
            </w:r>
          </w:p>
        </w:tc>
        <w:tc>
          <w:tcPr>
            <w:tcW w:w="6525" w:type="dxa"/>
          </w:tcPr>
          <w:p w14:paraId="23270761" w14:textId="77777777" w:rsidR="00BB2A5B" w:rsidRPr="00777387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 xml:space="preserve">Climatizzatore pompa di calore reversibile, per installazione a parete, di tipo </w:t>
            </w:r>
            <w:r w:rsidR="00E5632D" w:rsidRPr="00777387">
              <w:rPr>
                <w:rFonts w:ascii="Poppins" w:hAnsi="Poppins" w:cs="Poppins"/>
                <w:sz w:val="20"/>
              </w:rPr>
              <w:t>I</w:t>
            </w:r>
            <w:r w:rsidRPr="00777387">
              <w:rPr>
                <w:rFonts w:ascii="Poppins" w:hAnsi="Poppins" w:cs="Poppins"/>
                <w:sz w:val="20"/>
              </w:rPr>
              <w:t>nverter, monoblocco, senza unità esterna.</w:t>
            </w:r>
          </w:p>
          <w:p w14:paraId="1D2ABDC0" w14:textId="77777777" w:rsidR="006268E8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Funzionamento: Raffreddamento, Riscaldamento, Deumidificazione, Automatico, Ventilazione.</w:t>
            </w:r>
          </w:p>
          <w:p w14:paraId="2B52DF65" w14:textId="18B970D8" w:rsidR="00BB2A5B" w:rsidRPr="00777387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777387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777387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2550E04A" w14:textId="77777777" w:rsidR="00BB2A5B" w:rsidRPr="00777387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L’unità è completa di telecomando ad infrarossi, dotato di batteria 3 V tipo CR2025 e dima per fissaggio.</w:t>
            </w:r>
          </w:p>
          <w:p w14:paraId="2AB92C02" w14:textId="77777777" w:rsidR="00BB2A5B" w:rsidRPr="00777387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filtri aria, pannello di controllo e spie su parte frontale.</w:t>
            </w:r>
          </w:p>
          <w:p w14:paraId="1CDA1A40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I motori del ventilatore sono di tipo BLDC, a velocità variabile, che permettono una riduzione dei consumi e maggior comfort acustico.</w:t>
            </w:r>
          </w:p>
          <w:p w14:paraId="762DD4B3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745D3DB" w14:textId="77777777" w:rsidR="00BB2A5B" w:rsidRPr="00777387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 xml:space="preserve">L’unità, lato ambiente esterno, prevede l’attacco ingresso aria e l’attacco uscita aria entrambi circolari di diametro 162 mm. </w:t>
            </w:r>
          </w:p>
          <w:p w14:paraId="2CDD6A14" w14:textId="77777777" w:rsidR="00BB2A5B" w:rsidRPr="00777387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All’interno della copertura è previsto il collegamento elettrico e quello dello scarico condensa.</w:t>
            </w:r>
          </w:p>
          <w:p w14:paraId="453B3BDC" w14:textId="77777777" w:rsidR="00BB2A5B" w:rsidRPr="00777387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Funzione impostabile di ricambio d’aria con recupero energetico dell’aria espulsa.</w:t>
            </w:r>
          </w:p>
          <w:p w14:paraId="0C74426A" w14:textId="77777777" w:rsidR="008014DD" w:rsidRPr="00777387" w:rsidRDefault="008014DD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32487AA" w14:textId="0FF7136B" w:rsidR="00BB2A5B" w:rsidRPr="00777387" w:rsidRDefault="008014DD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 xml:space="preserve">L’unità è equipaggiata con modulo </w:t>
            </w:r>
            <w:r w:rsidR="00A65AA2">
              <w:rPr>
                <w:rFonts w:ascii="Poppins" w:hAnsi="Poppins" w:cs="Poppins"/>
                <w:sz w:val="20"/>
              </w:rPr>
              <w:t>WIFI</w:t>
            </w:r>
            <w:r w:rsidRPr="00777387">
              <w:rPr>
                <w:rFonts w:ascii="Poppins" w:hAnsi="Poppins" w:cs="Poppins"/>
                <w:sz w:val="20"/>
              </w:rPr>
              <w:t xml:space="preserve"> che permette di gestire il funzionamento del climatizzatore</w:t>
            </w:r>
            <w:r w:rsidR="008574C8" w:rsidRPr="00777387">
              <w:rPr>
                <w:rFonts w:ascii="Poppins" w:hAnsi="Poppins" w:cs="Poppins"/>
                <w:sz w:val="20"/>
              </w:rPr>
              <w:t xml:space="preserve"> tramite smartphone o tablet grazie all’ applicazione. </w:t>
            </w:r>
          </w:p>
          <w:p w14:paraId="0B757694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452BBDF" w14:textId="77777777" w:rsidR="00BB2A5B" w:rsidRPr="00777387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777387">
              <w:rPr>
                <w:rFonts w:ascii="Poppins" w:hAnsi="Poppins" w:cs="Poppins"/>
                <w:b/>
                <w:sz w:val="20"/>
              </w:rPr>
              <w:t>Dati tecnici</w:t>
            </w:r>
            <w:r w:rsidR="00E5632D" w:rsidRPr="00777387">
              <w:rPr>
                <w:rFonts w:ascii="Poppins" w:hAnsi="Poppins" w:cs="Poppins"/>
                <w:b/>
                <w:sz w:val="20"/>
              </w:rPr>
              <w:t>:</w:t>
            </w:r>
          </w:p>
          <w:p w14:paraId="6C5BB279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</w:rPr>
            </w:pPr>
            <w:r w:rsidRPr="00777387">
              <w:rPr>
                <w:rFonts w:ascii="Poppins" w:hAnsi="Poppins" w:cs="Poppins"/>
                <w:bCs/>
              </w:rPr>
              <w:t xml:space="preserve">Grandezza: 9 </w:t>
            </w:r>
            <w:proofErr w:type="spellStart"/>
            <w:r w:rsidRPr="00777387">
              <w:rPr>
                <w:rFonts w:ascii="Poppins" w:hAnsi="Poppins" w:cs="Poppins"/>
                <w:bCs/>
              </w:rPr>
              <w:t>kBtu</w:t>
            </w:r>
            <w:proofErr w:type="spellEnd"/>
            <w:r w:rsidRPr="00777387">
              <w:rPr>
                <w:rFonts w:ascii="Poppins" w:hAnsi="Poppins" w:cs="Poppins"/>
                <w:bCs/>
              </w:rPr>
              <w:t>/h</w:t>
            </w:r>
          </w:p>
          <w:p w14:paraId="14DAB143" w14:textId="646F2ADB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Capacità di raffreddamento </w:t>
            </w:r>
            <w:proofErr w:type="spellStart"/>
            <w:r w:rsidRPr="00777387">
              <w:rPr>
                <w:rFonts w:ascii="Poppins" w:hAnsi="Poppins" w:cs="Poppins"/>
              </w:rPr>
              <w:t>nom</w:t>
            </w:r>
            <w:proofErr w:type="spellEnd"/>
            <w:r w:rsidRPr="00777387">
              <w:rPr>
                <w:rFonts w:ascii="Poppins" w:hAnsi="Poppins" w:cs="Poppins"/>
              </w:rPr>
              <w:t xml:space="preserve"> (min - max): 2,3</w:t>
            </w:r>
            <w:r>
              <w:rPr>
                <w:rFonts w:ascii="Poppins" w:hAnsi="Poppins" w:cs="Poppins"/>
              </w:rPr>
              <w:t>3</w:t>
            </w:r>
            <w:r w:rsidRPr="00777387">
              <w:rPr>
                <w:rFonts w:ascii="Poppins" w:hAnsi="Poppins" w:cs="Poppins"/>
              </w:rPr>
              <w:t xml:space="preserve"> (0,92-3,1</w:t>
            </w:r>
            <w:r>
              <w:rPr>
                <w:rFonts w:ascii="Poppins" w:hAnsi="Poppins" w:cs="Poppins"/>
              </w:rPr>
              <w:t>0</w:t>
            </w:r>
            <w:r w:rsidRPr="00777387">
              <w:rPr>
                <w:rFonts w:ascii="Poppins" w:hAnsi="Poppins" w:cs="Poppins"/>
              </w:rPr>
              <w:t xml:space="preserve">) kW </w:t>
            </w:r>
          </w:p>
          <w:p w14:paraId="24CF20FF" w14:textId="64553421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Potenza assorbita in raffreddamento </w:t>
            </w:r>
            <w:proofErr w:type="spellStart"/>
            <w:r w:rsidRPr="00777387">
              <w:rPr>
                <w:rFonts w:ascii="Poppins" w:hAnsi="Poppins" w:cs="Poppins"/>
              </w:rPr>
              <w:t>nom</w:t>
            </w:r>
            <w:proofErr w:type="spellEnd"/>
            <w:r w:rsidRPr="00777387">
              <w:rPr>
                <w:rFonts w:ascii="Poppins" w:hAnsi="Poppins" w:cs="Poppins"/>
              </w:rPr>
              <w:t xml:space="preserve"> (min - max): 0,</w:t>
            </w:r>
            <w:r>
              <w:rPr>
                <w:rFonts w:ascii="Poppins" w:hAnsi="Poppins" w:cs="Poppins"/>
              </w:rPr>
              <w:t>72</w:t>
            </w:r>
            <w:r w:rsidRPr="00777387">
              <w:rPr>
                <w:rFonts w:ascii="Poppins" w:hAnsi="Poppins" w:cs="Poppins"/>
              </w:rPr>
              <w:t xml:space="preserve"> kW</w:t>
            </w:r>
          </w:p>
          <w:p w14:paraId="39319F51" w14:textId="44D42850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Deumidificazione</w:t>
            </w:r>
            <w:r w:rsidR="005D1926">
              <w:rPr>
                <w:rFonts w:ascii="Poppins" w:hAnsi="Poppins" w:cs="Poppins"/>
              </w:rPr>
              <w:t>:</w:t>
            </w:r>
            <w:r w:rsidRPr="00777387">
              <w:rPr>
                <w:rFonts w:ascii="Poppins" w:hAnsi="Poppins" w:cs="Poppins"/>
              </w:rPr>
              <w:t xml:space="preserve"> 0,9 l/h</w:t>
            </w:r>
          </w:p>
          <w:p w14:paraId="3FB9C79C" w14:textId="0B477CBD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EER</w:t>
            </w:r>
            <w:r w:rsidR="005D1926">
              <w:rPr>
                <w:rFonts w:ascii="Poppins" w:hAnsi="Poppins" w:cs="Poppins"/>
              </w:rPr>
              <w:t>:</w:t>
            </w:r>
            <w:r w:rsidRPr="00777387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3,2</w:t>
            </w:r>
          </w:p>
          <w:p w14:paraId="552B75B3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Classe di efficienza energetica in raffrescamento: A</w:t>
            </w:r>
            <w:r>
              <w:rPr>
                <w:rFonts w:ascii="Poppins" w:hAnsi="Poppins" w:cs="Poppins"/>
              </w:rPr>
              <w:t>+ (v</w:t>
            </w:r>
            <w:r w:rsidRPr="00777387">
              <w:rPr>
                <w:rFonts w:ascii="Poppins" w:hAnsi="Poppins" w:cs="Poppins"/>
              </w:rPr>
              <w:t>alori riferiti alla temperatura interna di 27 °C (bulbo secco) / 19 °C (bulbo umido) e temperatura esterna di 35 °C (bulbo secco)</w:t>
            </w:r>
            <w:r>
              <w:rPr>
                <w:rFonts w:ascii="Poppins" w:hAnsi="Poppins" w:cs="Poppins"/>
              </w:rPr>
              <w:t>)</w:t>
            </w:r>
          </w:p>
          <w:p w14:paraId="7F4F3F8C" w14:textId="553B634E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777387">
              <w:rPr>
                <w:rFonts w:ascii="Poppins" w:hAnsi="Poppins" w:cs="Poppins"/>
              </w:rPr>
              <w:t>nom</w:t>
            </w:r>
            <w:proofErr w:type="spellEnd"/>
            <w:r w:rsidRPr="00777387">
              <w:rPr>
                <w:rFonts w:ascii="Poppins" w:hAnsi="Poppins" w:cs="Poppins"/>
              </w:rPr>
              <w:t xml:space="preserve"> (min - max): 2,3</w:t>
            </w:r>
            <w:r>
              <w:rPr>
                <w:rFonts w:ascii="Poppins" w:hAnsi="Poppins" w:cs="Poppins"/>
              </w:rPr>
              <w:t>1</w:t>
            </w:r>
            <w:r w:rsidRPr="00777387">
              <w:rPr>
                <w:rFonts w:ascii="Poppins" w:hAnsi="Poppins" w:cs="Poppins"/>
              </w:rPr>
              <w:t xml:space="preserve"> (0,79-3,05) kW </w:t>
            </w:r>
          </w:p>
          <w:p w14:paraId="1E45D0CD" w14:textId="32DC421D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777387">
              <w:rPr>
                <w:rFonts w:ascii="Poppins" w:hAnsi="Poppins" w:cs="Poppins"/>
              </w:rPr>
              <w:t>nom</w:t>
            </w:r>
            <w:proofErr w:type="spellEnd"/>
            <w:r w:rsidRPr="00777387">
              <w:rPr>
                <w:rFonts w:ascii="Poppins" w:hAnsi="Poppins" w:cs="Poppins"/>
              </w:rPr>
              <w:t xml:space="preserve"> (min - max): 0,7</w:t>
            </w:r>
            <w:r>
              <w:rPr>
                <w:rFonts w:ascii="Poppins" w:hAnsi="Poppins" w:cs="Poppins"/>
              </w:rPr>
              <w:t>1</w:t>
            </w:r>
            <w:r w:rsidR="00D46E9B">
              <w:rPr>
                <w:rFonts w:ascii="Poppins" w:hAnsi="Poppins" w:cs="Poppins"/>
              </w:rPr>
              <w:t xml:space="preserve"> </w:t>
            </w:r>
            <w:r w:rsidRPr="00777387">
              <w:rPr>
                <w:rFonts w:ascii="Poppins" w:hAnsi="Poppins" w:cs="Poppins"/>
              </w:rPr>
              <w:t>kW</w:t>
            </w:r>
          </w:p>
          <w:p w14:paraId="77681486" w14:textId="2ABD594D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lastRenderedPageBreak/>
              <w:t>COP: 3</w:t>
            </w:r>
            <w:r w:rsidR="00D46E9B">
              <w:rPr>
                <w:rFonts w:ascii="Poppins" w:hAnsi="Poppins" w:cs="Poppins"/>
              </w:rPr>
              <w:t>,</w:t>
            </w:r>
            <w:r>
              <w:rPr>
                <w:rFonts w:ascii="Poppins" w:hAnsi="Poppins" w:cs="Poppins"/>
              </w:rPr>
              <w:t>3</w:t>
            </w:r>
          </w:p>
          <w:p w14:paraId="6EE84087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Classe di efficienza energetica in riscaldamento: A (valori riferiti alla temperatura interna di 20 °C e alla temperatura esterna di 7 °C)</w:t>
            </w:r>
          </w:p>
          <w:p w14:paraId="5F0071F4" w14:textId="32E1913D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Tensione alimentazione: 230/1/50 V/</w:t>
            </w:r>
            <w:proofErr w:type="spellStart"/>
            <w:r w:rsidRPr="00777387">
              <w:rPr>
                <w:rFonts w:ascii="Poppins" w:hAnsi="Poppins" w:cs="Poppins"/>
              </w:rPr>
              <w:t>Ph</w:t>
            </w:r>
            <w:proofErr w:type="spellEnd"/>
            <w:r w:rsidRPr="00777387">
              <w:rPr>
                <w:rFonts w:ascii="Poppins" w:hAnsi="Poppins" w:cs="Poppins"/>
              </w:rPr>
              <w:t>/Hz</w:t>
            </w:r>
          </w:p>
          <w:p w14:paraId="2F2081AC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Livello di potenza sonora: 58 dB(A)</w:t>
            </w:r>
          </w:p>
          <w:p w14:paraId="0D1B69C5" w14:textId="71E787BD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Livello di pressione sonora: 48 dB(A) - valore riferito alla distanza di 2,5 m dall’unità, fattore di direzionalità pari a 2 e costante d’ambiente (chiuso) R pari a 50 m</w:t>
            </w:r>
            <w:r w:rsidR="00C27849">
              <w:rPr>
                <w:rFonts w:ascii="Poppins" w:hAnsi="Poppins" w:cs="Poppins"/>
              </w:rPr>
              <w:t>2</w:t>
            </w:r>
          </w:p>
          <w:p w14:paraId="6FB56C93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Tipo compressore: Rotativo (inverter)</w:t>
            </w:r>
          </w:p>
          <w:p w14:paraId="1E134495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Fluido refrigerante utilizzato: R</w:t>
            </w:r>
            <w:r>
              <w:rPr>
                <w:rFonts w:ascii="Poppins" w:hAnsi="Poppins" w:cs="Poppins"/>
              </w:rPr>
              <w:t>32</w:t>
            </w:r>
          </w:p>
          <w:p w14:paraId="643AC14C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Dimensioni unità </w:t>
            </w:r>
            <w:proofErr w:type="spellStart"/>
            <w:r w:rsidRPr="00777387">
              <w:rPr>
                <w:rFonts w:ascii="Poppins" w:hAnsi="Poppins" w:cs="Poppins"/>
              </w:rPr>
              <w:t>LxHxP</w:t>
            </w:r>
            <w:proofErr w:type="spellEnd"/>
            <w:r w:rsidRPr="00777387">
              <w:rPr>
                <w:rFonts w:ascii="Poppins" w:hAnsi="Poppins" w:cs="Poppins"/>
              </w:rPr>
              <w:t xml:space="preserve">: </w:t>
            </w:r>
            <w:r>
              <w:rPr>
                <w:rFonts w:ascii="Poppins" w:hAnsi="Poppins" w:cs="Poppins"/>
              </w:rPr>
              <w:t>1010x550x165</w:t>
            </w:r>
            <w:r w:rsidRPr="00777387">
              <w:rPr>
                <w:rFonts w:ascii="Poppins" w:hAnsi="Poppins" w:cs="Poppins"/>
              </w:rPr>
              <w:t xml:space="preserve"> mm</w:t>
            </w:r>
          </w:p>
          <w:p w14:paraId="3D167127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Diametro fori di collegamento esterno: ø 162 mm</w:t>
            </w:r>
          </w:p>
          <w:p w14:paraId="20FFB844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Interasse fori di collegamento esterno: 29</w:t>
            </w:r>
            <w:r>
              <w:rPr>
                <w:rFonts w:ascii="Poppins" w:hAnsi="Poppins" w:cs="Poppins"/>
              </w:rPr>
              <w:t>2</w:t>
            </w:r>
            <w:r w:rsidRPr="00777387">
              <w:rPr>
                <w:rFonts w:ascii="Poppins" w:hAnsi="Poppins" w:cs="Poppins"/>
              </w:rPr>
              <w:t xml:space="preserve"> mm</w:t>
            </w:r>
          </w:p>
          <w:p w14:paraId="0D4CCD0B" w14:textId="77777777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Peso unità: </w:t>
            </w:r>
            <w:r>
              <w:rPr>
                <w:rFonts w:ascii="Poppins" w:hAnsi="Poppins" w:cs="Poppins"/>
              </w:rPr>
              <w:t>41</w:t>
            </w:r>
            <w:r w:rsidRPr="00777387">
              <w:rPr>
                <w:rFonts w:ascii="Poppins" w:hAnsi="Poppins" w:cs="Poppins"/>
              </w:rPr>
              <w:t xml:space="preserve"> kg</w:t>
            </w:r>
          </w:p>
          <w:p w14:paraId="5662C549" w14:textId="5B595B65" w:rsidR="002B6002" w:rsidRPr="00777387" w:rsidRDefault="002B6002" w:rsidP="002B600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Rivestimento unità</w:t>
            </w:r>
            <w:r w:rsidR="0073337D">
              <w:rPr>
                <w:rFonts w:ascii="Poppins" w:hAnsi="Poppins" w:cs="Poppins"/>
              </w:rPr>
              <w:t>:</w:t>
            </w:r>
            <w:r w:rsidRPr="00777387">
              <w:rPr>
                <w:rFonts w:ascii="Poppins" w:hAnsi="Poppins" w:cs="Poppins"/>
              </w:rPr>
              <w:t xml:space="preserve"> Metallo verniciato bianco</w:t>
            </w:r>
          </w:p>
          <w:p w14:paraId="202EBDDE" w14:textId="77777777" w:rsidR="00BB2A5B" w:rsidRPr="00777387" w:rsidRDefault="00BB2A5B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C369F1A" w14:textId="5243744E" w:rsidR="00BB2A5B" w:rsidRPr="00777387" w:rsidRDefault="00BB2A5B" w:rsidP="00733B1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77387">
              <w:rPr>
                <w:rFonts w:ascii="Poppins" w:hAnsi="Poppins" w:cs="Poppins"/>
                <w:b/>
              </w:rPr>
              <w:t xml:space="preserve">Marca </w:t>
            </w:r>
            <w:r w:rsidR="00777387">
              <w:rPr>
                <w:rFonts w:ascii="Poppins" w:hAnsi="Poppins" w:cs="Poppins"/>
                <w:b/>
              </w:rPr>
              <w:t>Emmeti</w:t>
            </w:r>
            <w:r w:rsidRPr="00777387">
              <w:rPr>
                <w:rFonts w:ascii="Poppins" w:hAnsi="Poppins" w:cs="Poppins"/>
                <w:b/>
              </w:rPr>
              <w:t xml:space="preserve"> – Modello </w:t>
            </w:r>
            <w:r w:rsidR="0073337D" w:rsidRPr="0073337D">
              <w:rPr>
                <w:rFonts w:ascii="Poppins" w:hAnsi="Poppins" w:cs="Poppins"/>
                <w:b/>
                <w:bCs/>
              </w:rPr>
              <w:t>Climatizzatore monoblocco, per installazione  a parete, senza unità esterna</w:t>
            </w:r>
            <w:r w:rsidR="0073337D">
              <w:rPr>
                <w:rFonts w:ascii="Poppins" w:hAnsi="Poppins" w:cs="Poppins"/>
                <w:b/>
                <w:bCs/>
              </w:rPr>
              <w:t xml:space="preserve"> </w:t>
            </w:r>
            <w:r w:rsidR="00EF6600">
              <w:rPr>
                <w:rFonts w:ascii="Poppins" w:hAnsi="Poppins" w:cs="Poppins"/>
                <w:b/>
                <w:bCs/>
              </w:rPr>
              <w:t>X-One</w:t>
            </w:r>
            <w:r w:rsidR="0073337D">
              <w:rPr>
                <w:rFonts w:ascii="Poppins" w:hAnsi="Poppins" w:cs="Poppins"/>
                <w:b/>
                <w:bCs/>
              </w:rPr>
              <w:t>-</w:t>
            </w:r>
            <w:r w:rsidR="008574C8" w:rsidRPr="00777387">
              <w:rPr>
                <w:rFonts w:ascii="Poppins" w:hAnsi="Poppins" w:cs="Poppins"/>
                <w:b/>
                <w:bCs/>
              </w:rPr>
              <w:t>102</w:t>
            </w:r>
            <w:r w:rsidR="002B6002">
              <w:rPr>
                <w:rFonts w:ascii="Poppins" w:hAnsi="Poppins" w:cs="Poppins"/>
                <w:b/>
                <w:bCs/>
              </w:rPr>
              <w:t>2</w:t>
            </w:r>
            <w:r w:rsidR="008804CB" w:rsidRPr="00777387">
              <w:rPr>
                <w:rFonts w:ascii="Poppins" w:hAnsi="Poppins" w:cs="Poppins"/>
                <w:b/>
                <w:bCs/>
              </w:rPr>
              <w:t>DC</w:t>
            </w:r>
            <w:r w:rsidR="008574C8" w:rsidRPr="00777387">
              <w:rPr>
                <w:rFonts w:ascii="Poppins" w:hAnsi="Poppins" w:cs="Poppins"/>
                <w:b/>
                <w:bCs/>
              </w:rPr>
              <w:t xml:space="preserve">-O </w:t>
            </w:r>
            <w:r w:rsidRPr="00777387">
              <w:rPr>
                <w:rFonts w:ascii="Poppins" w:hAnsi="Poppins" w:cs="Poppins"/>
                <w:b/>
              </w:rPr>
              <w:t>o equivalente</w:t>
            </w:r>
            <w:r w:rsidR="002B6002">
              <w:rPr>
                <w:rFonts w:ascii="Poppins" w:hAnsi="Poppins" w:cs="Poppins"/>
                <w:b/>
              </w:rPr>
              <w:t>.</w:t>
            </w:r>
          </w:p>
        </w:tc>
      </w:tr>
      <w:tr w:rsidR="008574C8" w:rsidRPr="00D5395B" w14:paraId="65828002" w14:textId="77777777" w:rsidTr="008574C8">
        <w:tc>
          <w:tcPr>
            <w:tcW w:w="1208" w:type="dxa"/>
          </w:tcPr>
          <w:p w14:paraId="272083F4" w14:textId="7B4DD51C" w:rsidR="008574C8" w:rsidRPr="00777387" w:rsidRDefault="008574C8" w:rsidP="008574C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lastRenderedPageBreak/>
              <w:t>0701</w:t>
            </w:r>
            <w:r w:rsidR="00291AED">
              <w:rPr>
                <w:rFonts w:ascii="Poppins" w:hAnsi="Poppins" w:cs="Poppins"/>
              </w:rPr>
              <w:t>1010</w:t>
            </w:r>
          </w:p>
        </w:tc>
        <w:tc>
          <w:tcPr>
            <w:tcW w:w="1867" w:type="dxa"/>
          </w:tcPr>
          <w:p w14:paraId="2572EBC1" w14:textId="1497D8F9" w:rsidR="008574C8" w:rsidRPr="00777387" w:rsidRDefault="008574C8" w:rsidP="008574C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Climatizzatore monoblocco, per installazione a parete, senza unità esterna</w:t>
            </w:r>
          </w:p>
          <w:p w14:paraId="44CB02DC" w14:textId="154C1D43" w:rsidR="008574C8" w:rsidRPr="00777387" w:rsidRDefault="00EF6600" w:rsidP="008574C8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X-One</w:t>
            </w:r>
            <w:r w:rsidR="0039090D">
              <w:rPr>
                <w:rFonts w:ascii="Poppins" w:hAnsi="Poppins" w:cs="Poppins"/>
              </w:rPr>
              <w:t>-</w:t>
            </w:r>
            <w:r w:rsidR="008574C8" w:rsidRPr="00777387">
              <w:rPr>
                <w:rFonts w:ascii="Poppins" w:hAnsi="Poppins" w:cs="Poppins"/>
              </w:rPr>
              <w:t>1</w:t>
            </w:r>
            <w:r w:rsidR="00D229AF" w:rsidRPr="00777387">
              <w:rPr>
                <w:rFonts w:ascii="Poppins" w:hAnsi="Poppins" w:cs="Poppins"/>
              </w:rPr>
              <w:t>1</w:t>
            </w:r>
            <w:r w:rsidR="008574C8" w:rsidRPr="00777387">
              <w:rPr>
                <w:rFonts w:ascii="Poppins" w:hAnsi="Poppins" w:cs="Poppins"/>
              </w:rPr>
              <w:t>2</w:t>
            </w:r>
            <w:r w:rsidR="00291AED">
              <w:rPr>
                <w:rFonts w:ascii="Poppins" w:hAnsi="Poppins" w:cs="Poppins"/>
              </w:rPr>
              <w:t>2</w:t>
            </w:r>
            <w:r w:rsidR="008574C8" w:rsidRPr="00777387">
              <w:rPr>
                <w:rFonts w:ascii="Poppins" w:hAnsi="Poppins" w:cs="Poppins"/>
              </w:rPr>
              <w:t>DC-</w:t>
            </w:r>
            <w:r w:rsidR="00D229AF" w:rsidRPr="00777387">
              <w:rPr>
                <w:rFonts w:ascii="Poppins" w:hAnsi="Poppins" w:cs="Poppins"/>
              </w:rPr>
              <w:t>O</w:t>
            </w:r>
          </w:p>
        </w:tc>
        <w:tc>
          <w:tcPr>
            <w:tcW w:w="6525" w:type="dxa"/>
          </w:tcPr>
          <w:p w14:paraId="3B399128" w14:textId="77777777" w:rsidR="00D229AF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Climatizzatore pompa di calore reversibile, per installazione</w:t>
            </w:r>
            <w:r w:rsidR="00447EFC" w:rsidRPr="00777387">
              <w:rPr>
                <w:rFonts w:ascii="Poppins" w:hAnsi="Poppins" w:cs="Poppins"/>
                <w:sz w:val="20"/>
              </w:rPr>
              <w:t xml:space="preserve"> </w:t>
            </w:r>
            <w:r w:rsidRPr="00777387">
              <w:rPr>
                <w:rFonts w:ascii="Poppins" w:hAnsi="Poppins" w:cs="Poppins"/>
                <w:sz w:val="20"/>
              </w:rPr>
              <w:t>a parete, di tipo Inverter, monoblocco, senza unità esterna</w:t>
            </w:r>
            <w:r w:rsidR="00D229AF" w:rsidRPr="00777387">
              <w:rPr>
                <w:rFonts w:ascii="Poppins" w:hAnsi="Poppins" w:cs="Poppins"/>
                <w:sz w:val="20"/>
              </w:rPr>
              <w:t xml:space="preserve"> con resistenza elettrica integrativa</w:t>
            </w:r>
            <w:r w:rsidR="00E17A38" w:rsidRPr="00777387">
              <w:rPr>
                <w:rFonts w:ascii="Poppins" w:hAnsi="Poppins" w:cs="Poppins"/>
                <w:sz w:val="20"/>
              </w:rPr>
              <w:t xml:space="preserve"> da 1 kW</w:t>
            </w:r>
            <w:r w:rsidR="00D229AF" w:rsidRPr="00777387">
              <w:rPr>
                <w:rFonts w:ascii="Poppins" w:hAnsi="Poppins" w:cs="Poppins"/>
                <w:sz w:val="20"/>
              </w:rPr>
              <w:t xml:space="preserve"> che permette il funzionamento anche a basse temperature.</w:t>
            </w:r>
          </w:p>
          <w:p w14:paraId="1CD0A3AE" w14:textId="77777777" w:rsidR="006268E8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Funzionamento: Raffreddamento, Riscaldamento, Deumidificazione, Automatico, Ventilazione.</w:t>
            </w:r>
          </w:p>
          <w:p w14:paraId="2A828034" w14:textId="039240E8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777387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777387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6B7D081B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L’unità è completa di telecomando ad infrarossi, dotato di batteria 3 V tipo CR2025 e dima per fissaggio.</w:t>
            </w:r>
          </w:p>
          <w:p w14:paraId="36ACDD02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filtri aria, pannello di controllo e spie su parte frontale.</w:t>
            </w:r>
          </w:p>
          <w:p w14:paraId="20A77078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I motori del ventilatore sono di tipo BLDC, a velocità variabile, che permettono una riduzione dei consumi e maggior comfort acustico.</w:t>
            </w:r>
          </w:p>
          <w:p w14:paraId="52925DCB" w14:textId="77777777" w:rsidR="00D229AF" w:rsidRPr="00777387" w:rsidRDefault="00D229AF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4252969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 xml:space="preserve">L’unità, lato ambiente esterno, prevede l’attacco ingresso aria e l’attacco uscita aria entrambi circolari di diametro 162 mm. </w:t>
            </w:r>
          </w:p>
          <w:p w14:paraId="30B273DE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All’interno della copertura è previsto il collegamento elettrico e quello dello scarico condensa.</w:t>
            </w:r>
          </w:p>
          <w:p w14:paraId="4913D381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>Funzione impostabile di ricambio d’aria con recupero energetico dell’aria espulsa.</w:t>
            </w:r>
          </w:p>
          <w:p w14:paraId="18A5DD1F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E20BF43" w14:textId="3EF3A20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777387">
              <w:rPr>
                <w:rFonts w:ascii="Poppins" w:hAnsi="Poppins" w:cs="Poppins"/>
                <w:sz w:val="20"/>
              </w:rPr>
              <w:t xml:space="preserve">L’unità è equipaggiata con modulo </w:t>
            </w:r>
            <w:r w:rsidR="002B6ADC">
              <w:rPr>
                <w:rFonts w:ascii="Poppins" w:hAnsi="Poppins" w:cs="Poppins"/>
                <w:sz w:val="20"/>
              </w:rPr>
              <w:t>WIFI</w:t>
            </w:r>
            <w:r w:rsidRPr="00777387">
              <w:rPr>
                <w:rFonts w:ascii="Poppins" w:hAnsi="Poppins" w:cs="Poppins"/>
                <w:sz w:val="20"/>
              </w:rPr>
              <w:t xml:space="preserve"> che permette di gestire il funzionamento del climatizzatore tramite smartphone o tablet grazie all’ applicazione. </w:t>
            </w:r>
          </w:p>
          <w:p w14:paraId="39562E61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A3E0C31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777387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55F5545" w14:textId="77777777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</w:rPr>
            </w:pPr>
            <w:r w:rsidRPr="00777387">
              <w:rPr>
                <w:rFonts w:ascii="Poppins" w:hAnsi="Poppins" w:cs="Poppins"/>
                <w:bCs/>
              </w:rPr>
              <w:t xml:space="preserve">Grandezza: 9 </w:t>
            </w:r>
            <w:proofErr w:type="spellStart"/>
            <w:r w:rsidRPr="00777387">
              <w:rPr>
                <w:rFonts w:ascii="Poppins" w:hAnsi="Poppins" w:cs="Poppins"/>
                <w:bCs/>
              </w:rPr>
              <w:t>kBtu</w:t>
            </w:r>
            <w:proofErr w:type="spellEnd"/>
            <w:r w:rsidRPr="00777387">
              <w:rPr>
                <w:rFonts w:ascii="Poppins" w:hAnsi="Poppins" w:cs="Poppins"/>
                <w:bCs/>
              </w:rPr>
              <w:t>/h</w:t>
            </w:r>
          </w:p>
          <w:p w14:paraId="45570FBC" w14:textId="149E7E45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Capacità di raffreddamento </w:t>
            </w:r>
            <w:proofErr w:type="spellStart"/>
            <w:r w:rsidRPr="00777387">
              <w:rPr>
                <w:rFonts w:ascii="Poppins" w:hAnsi="Poppins" w:cs="Poppins"/>
              </w:rPr>
              <w:t>nom</w:t>
            </w:r>
            <w:proofErr w:type="spellEnd"/>
            <w:r w:rsidRPr="00777387">
              <w:rPr>
                <w:rFonts w:ascii="Poppins" w:hAnsi="Poppins" w:cs="Poppins"/>
              </w:rPr>
              <w:t xml:space="preserve"> (min - max): 2,3</w:t>
            </w:r>
            <w:r w:rsidR="00823188">
              <w:rPr>
                <w:rFonts w:ascii="Poppins" w:hAnsi="Poppins" w:cs="Poppins"/>
              </w:rPr>
              <w:t>3</w:t>
            </w:r>
            <w:r w:rsidRPr="00777387">
              <w:rPr>
                <w:rFonts w:ascii="Poppins" w:hAnsi="Poppins" w:cs="Poppins"/>
              </w:rPr>
              <w:t xml:space="preserve"> (0,92-3,1</w:t>
            </w:r>
            <w:r w:rsidR="00823188">
              <w:rPr>
                <w:rFonts w:ascii="Poppins" w:hAnsi="Poppins" w:cs="Poppins"/>
              </w:rPr>
              <w:t>0</w:t>
            </w:r>
            <w:r w:rsidRPr="00777387">
              <w:rPr>
                <w:rFonts w:ascii="Poppins" w:hAnsi="Poppins" w:cs="Poppins"/>
              </w:rPr>
              <w:t xml:space="preserve">) kW </w:t>
            </w:r>
          </w:p>
          <w:p w14:paraId="380366B4" w14:textId="6F2D4E6E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Potenza assorbita in raffreddamento </w:t>
            </w:r>
            <w:proofErr w:type="spellStart"/>
            <w:r w:rsidRPr="00777387">
              <w:rPr>
                <w:rFonts w:ascii="Poppins" w:hAnsi="Poppins" w:cs="Poppins"/>
              </w:rPr>
              <w:t>nom</w:t>
            </w:r>
            <w:proofErr w:type="spellEnd"/>
            <w:r w:rsidRPr="00777387">
              <w:rPr>
                <w:rFonts w:ascii="Poppins" w:hAnsi="Poppins" w:cs="Poppins"/>
              </w:rPr>
              <w:t xml:space="preserve"> (min - max): 0,</w:t>
            </w:r>
            <w:r w:rsidR="00D62D78">
              <w:rPr>
                <w:rFonts w:ascii="Poppins" w:hAnsi="Poppins" w:cs="Poppins"/>
              </w:rPr>
              <w:t>72</w:t>
            </w:r>
            <w:r w:rsidRPr="00777387">
              <w:rPr>
                <w:rFonts w:ascii="Poppins" w:hAnsi="Poppins" w:cs="Poppins"/>
              </w:rPr>
              <w:t xml:space="preserve"> kW</w:t>
            </w:r>
          </w:p>
          <w:p w14:paraId="7587E533" w14:textId="04389060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Deumidificazione</w:t>
            </w:r>
            <w:r w:rsidR="008761AC">
              <w:rPr>
                <w:rFonts w:ascii="Poppins" w:hAnsi="Poppins" w:cs="Poppins"/>
              </w:rPr>
              <w:t>:</w:t>
            </w:r>
            <w:r w:rsidRPr="00777387">
              <w:rPr>
                <w:rFonts w:ascii="Poppins" w:hAnsi="Poppins" w:cs="Poppins"/>
              </w:rPr>
              <w:t xml:space="preserve"> 0,9 l/h</w:t>
            </w:r>
          </w:p>
          <w:p w14:paraId="7970BF3F" w14:textId="4A4772AA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EER</w:t>
            </w:r>
            <w:r w:rsidR="008761AC">
              <w:rPr>
                <w:rFonts w:ascii="Poppins" w:hAnsi="Poppins" w:cs="Poppins"/>
              </w:rPr>
              <w:t>:</w:t>
            </w:r>
            <w:r w:rsidRPr="00777387">
              <w:rPr>
                <w:rFonts w:ascii="Poppins" w:hAnsi="Poppins" w:cs="Poppins"/>
              </w:rPr>
              <w:t xml:space="preserve"> </w:t>
            </w:r>
            <w:r w:rsidR="00857E10">
              <w:rPr>
                <w:rFonts w:ascii="Poppins" w:hAnsi="Poppins" w:cs="Poppins"/>
              </w:rPr>
              <w:t>3,2</w:t>
            </w:r>
          </w:p>
          <w:p w14:paraId="7565DF7A" w14:textId="783B2FDD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Classe di efficienza energetica in raffrescamento: A</w:t>
            </w:r>
            <w:r w:rsidR="00857E10">
              <w:rPr>
                <w:rFonts w:ascii="Poppins" w:hAnsi="Poppins" w:cs="Poppins"/>
              </w:rPr>
              <w:t>+</w:t>
            </w:r>
            <w:r>
              <w:rPr>
                <w:rFonts w:ascii="Poppins" w:hAnsi="Poppins" w:cs="Poppins"/>
              </w:rPr>
              <w:t xml:space="preserve"> (v</w:t>
            </w:r>
            <w:r w:rsidRPr="00777387">
              <w:rPr>
                <w:rFonts w:ascii="Poppins" w:hAnsi="Poppins" w:cs="Poppins"/>
              </w:rPr>
              <w:t>alori riferiti alla temperatura interna di 27 °C (bulbo secco) / 19 °C (bulbo umido) e temperatura esterna di 35 °C (bulbo secco)</w:t>
            </w:r>
            <w:r>
              <w:rPr>
                <w:rFonts w:ascii="Poppins" w:hAnsi="Poppins" w:cs="Poppins"/>
              </w:rPr>
              <w:t>)</w:t>
            </w:r>
          </w:p>
          <w:p w14:paraId="603B3471" w14:textId="11975EB6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777387">
              <w:rPr>
                <w:rFonts w:ascii="Poppins" w:hAnsi="Poppins" w:cs="Poppins"/>
              </w:rPr>
              <w:t>nom</w:t>
            </w:r>
            <w:proofErr w:type="spellEnd"/>
            <w:r w:rsidRPr="00777387">
              <w:rPr>
                <w:rFonts w:ascii="Poppins" w:hAnsi="Poppins" w:cs="Poppins"/>
              </w:rPr>
              <w:t xml:space="preserve"> (min - max): 2,3</w:t>
            </w:r>
            <w:r w:rsidR="002B6002">
              <w:rPr>
                <w:rFonts w:ascii="Poppins" w:hAnsi="Poppins" w:cs="Poppins"/>
              </w:rPr>
              <w:t>1</w:t>
            </w:r>
            <w:r w:rsidRPr="00777387">
              <w:rPr>
                <w:rFonts w:ascii="Poppins" w:hAnsi="Poppins" w:cs="Poppins"/>
              </w:rPr>
              <w:t xml:space="preserve"> (0,79-3,05) kW </w:t>
            </w:r>
          </w:p>
          <w:p w14:paraId="5A57CD42" w14:textId="2DF2847C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777387">
              <w:rPr>
                <w:rFonts w:ascii="Poppins" w:hAnsi="Poppins" w:cs="Poppins"/>
              </w:rPr>
              <w:t>nom</w:t>
            </w:r>
            <w:proofErr w:type="spellEnd"/>
            <w:r w:rsidRPr="00777387">
              <w:rPr>
                <w:rFonts w:ascii="Poppins" w:hAnsi="Poppins" w:cs="Poppins"/>
              </w:rPr>
              <w:t xml:space="preserve"> (min - max): 0,7</w:t>
            </w:r>
            <w:r w:rsidR="002B6002">
              <w:rPr>
                <w:rFonts w:ascii="Poppins" w:hAnsi="Poppins" w:cs="Poppins"/>
              </w:rPr>
              <w:t>1</w:t>
            </w:r>
            <w:r w:rsidR="008761AC">
              <w:rPr>
                <w:rFonts w:ascii="Poppins" w:hAnsi="Poppins" w:cs="Poppins"/>
              </w:rPr>
              <w:t xml:space="preserve"> </w:t>
            </w:r>
            <w:r w:rsidRPr="00777387">
              <w:rPr>
                <w:rFonts w:ascii="Poppins" w:hAnsi="Poppins" w:cs="Poppins"/>
              </w:rPr>
              <w:t>kW</w:t>
            </w:r>
          </w:p>
          <w:p w14:paraId="756A40A1" w14:textId="74443EEF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COP: 3</w:t>
            </w:r>
            <w:r w:rsidR="008761AC">
              <w:rPr>
                <w:rFonts w:ascii="Poppins" w:hAnsi="Poppins" w:cs="Poppins"/>
              </w:rPr>
              <w:t>,</w:t>
            </w:r>
            <w:r w:rsidR="002B6002">
              <w:rPr>
                <w:rFonts w:ascii="Poppins" w:hAnsi="Poppins" w:cs="Poppins"/>
              </w:rPr>
              <w:t>3</w:t>
            </w:r>
          </w:p>
          <w:p w14:paraId="083E50A9" w14:textId="77777777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Classe di efficienza energetica in riscaldamento: A (valori riferiti alla temperatura interna di 20 °C e alla temperatura esterna di 7 °C)</w:t>
            </w:r>
          </w:p>
          <w:p w14:paraId="59A913B9" w14:textId="51C77DF6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Tensione alimentazione: 230/1/50 V/</w:t>
            </w:r>
            <w:proofErr w:type="spellStart"/>
            <w:r w:rsidRPr="00777387">
              <w:rPr>
                <w:rFonts w:ascii="Poppins" w:hAnsi="Poppins" w:cs="Poppins"/>
              </w:rPr>
              <w:t>Ph</w:t>
            </w:r>
            <w:proofErr w:type="spellEnd"/>
            <w:r w:rsidRPr="00777387">
              <w:rPr>
                <w:rFonts w:ascii="Poppins" w:hAnsi="Poppins" w:cs="Poppins"/>
              </w:rPr>
              <w:t>/Hz</w:t>
            </w:r>
          </w:p>
          <w:p w14:paraId="4666801D" w14:textId="77777777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Livello di potenza sonora: 58 dB(A)</w:t>
            </w:r>
          </w:p>
          <w:p w14:paraId="654DC58E" w14:textId="46486483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Livello di pressione sonora: 48 dB(A) - valore riferito alla distanza di 2,5 m dall’unità, fattore di direzionalità pari a 2 e costante d’ambiente (chiuso) R pari a 50 m</w:t>
            </w:r>
            <w:r w:rsidR="00623269">
              <w:rPr>
                <w:rFonts w:ascii="Poppins" w:hAnsi="Poppins" w:cs="Poppins"/>
              </w:rPr>
              <w:t>2</w:t>
            </w:r>
          </w:p>
          <w:p w14:paraId="73A0BD70" w14:textId="77777777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Tipo compressore: Rotativo (inverter)</w:t>
            </w:r>
          </w:p>
          <w:p w14:paraId="78905E41" w14:textId="007BE096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Fluido refrigerante utilizzato: R</w:t>
            </w:r>
            <w:r w:rsidR="00105D2D">
              <w:rPr>
                <w:rFonts w:ascii="Poppins" w:hAnsi="Poppins" w:cs="Poppins"/>
              </w:rPr>
              <w:t>32</w:t>
            </w:r>
          </w:p>
          <w:p w14:paraId="557CEB75" w14:textId="08FDBAF4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Dimensioni unità </w:t>
            </w:r>
            <w:proofErr w:type="spellStart"/>
            <w:r w:rsidRPr="00777387">
              <w:rPr>
                <w:rFonts w:ascii="Poppins" w:hAnsi="Poppins" w:cs="Poppins"/>
              </w:rPr>
              <w:t>LxHxP</w:t>
            </w:r>
            <w:proofErr w:type="spellEnd"/>
            <w:r w:rsidRPr="00777387">
              <w:rPr>
                <w:rFonts w:ascii="Poppins" w:hAnsi="Poppins" w:cs="Poppins"/>
              </w:rPr>
              <w:t xml:space="preserve">: </w:t>
            </w:r>
            <w:r w:rsidR="00105D2D">
              <w:rPr>
                <w:rFonts w:ascii="Poppins" w:hAnsi="Poppins" w:cs="Poppins"/>
              </w:rPr>
              <w:t>1010x550x165</w:t>
            </w:r>
            <w:r w:rsidRPr="00777387">
              <w:rPr>
                <w:rFonts w:ascii="Poppins" w:hAnsi="Poppins" w:cs="Poppins"/>
              </w:rPr>
              <w:t xml:space="preserve"> mm</w:t>
            </w:r>
          </w:p>
          <w:p w14:paraId="3461CD7B" w14:textId="77777777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Diametro fori di collegamento esterno: ø 162 mm</w:t>
            </w:r>
          </w:p>
          <w:p w14:paraId="2714C9B1" w14:textId="6CB8EB52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Interasse fori di collegamento esterno: 29</w:t>
            </w:r>
            <w:r w:rsidR="00105D2D">
              <w:rPr>
                <w:rFonts w:ascii="Poppins" w:hAnsi="Poppins" w:cs="Poppins"/>
              </w:rPr>
              <w:t>2</w:t>
            </w:r>
            <w:r w:rsidRPr="00777387">
              <w:rPr>
                <w:rFonts w:ascii="Poppins" w:hAnsi="Poppins" w:cs="Poppins"/>
              </w:rPr>
              <w:t xml:space="preserve"> mm</w:t>
            </w:r>
          </w:p>
          <w:p w14:paraId="638A5541" w14:textId="1D6F3291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 xml:space="preserve">Peso unità: </w:t>
            </w:r>
            <w:r>
              <w:rPr>
                <w:rFonts w:ascii="Poppins" w:hAnsi="Poppins" w:cs="Poppins"/>
              </w:rPr>
              <w:t>41</w:t>
            </w:r>
            <w:r w:rsidRPr="00777387">
              <w:rPr>
                <w:rFonts w:ascii="Poppins" w:hAnsi="Poppins" w:cs="Poppins"/>
              </w:rPr>
              <w:t xml:space="preserve"> kg</w:t>
            </w:r>
          </w:p>
          <w:p w14:paraId="4CF5832B" w14:textId="195DEA85" w:rsidR="00291AED" w:rsidRPr="00777387" w:rsidRDefault="00291AED" w:rsidP="00291AED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77387">
              <w:rPr>
                <w:rFonts w:ascii="Poppins" w:hAnsi="Poppins" w:cs="Poppins"/>
              </w:rPr>
              <w:t>Rivestimento unità</w:t>
            </w:r>
            <w:r w:rsidR="00623269">
              <w:rPr>
                <w:rFonts w:ascii="Poppins" w:hAnsi="Poppins" w:cs="Poppins"/>
              </w:rPr>
              <w:t>:</w:t>
            </w:r>
            <w:r w:rsidRPr="00777387">
              <w:rPr>
                <w:rFonts w:ascii="Poppins" w:hAnsi="Poppins" w:cs="Poppins"/>
              </w:rPr>
              <w:t xml:space="preserve"> Metallo verniciato bianco</w:t>
            </w:r>
          </w:p>
          <w:p w14:paraId="322306EF" w14:textId="77777777" w:rsidR="008574C8" w:rsidRPr="00777387" w:rsidRDefault="008574C8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4CDC81C" w14:textId="17EFAC04" w:rsidR="008574C8" w:rsidRPr="00777387" w:rsidRDefault="008574C8" w:rsidP="00733B1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77387">
              <w:rPr>
                <w:rFonts w:ascii="Poppins" w:hAnsi="Poppins" w:cs="Poppins"/>
                <w:b/>
              </w:rPr>
              <w:t>Ma</w:t>
            </w:r>
            <w:r w:rsidRPr="00777387">
              <w:rPr>
                <w:rFonts w:ascii="Poppins" w:hAnsi="Poppins" w:cs="Poppins"/>
                <w:b/>
                <w:bCs/>
              </w:rPr>
              <w:t xml:space="preserve">rca </w:t>
            </w:r>
            <w:r w:rsidR="00777387">
              <w:rPr>
                <w:rFonts w:ascii="Poppins" w:hAnsi="Poppins" w:cs="Poppins"/>
                <w:b/>
                <w:bCs/>
              </w:rPr>
              <w:t>Emmeti</w:t>
            </w:r>
            <w:r w:rsidRPr="00777387">
              <w:rPr>
                <w:rFonts w:ascii="Poppins" w:hAnsi="Poppins" w:cs="Poppins"/>
                <w:b/>
                <w:bCs/>
              </w:rPr>
              <w:t xml:space="preserve"> – Modello </w:t>
            </w:r>
            <w:r w:rsidR="00623269" w:rsidRPr="00623269">
              <w:rPr>
                <w:rFonts w:ascii="Poppins" w:hAnsi="Poppins" w:cs="Poppins"/>
                <w:b/>
                <w:bCs/>
              </w:rPr>
              <w:t>Climatizzatore monoblocco, per installazione a parete, senza unità esterna</w:t>
            </w:r>
            <w:r w:rsidR="00623269">
              <w:rPr>
                <w:rFonts w:ascii="Poppins" w:hAnsi="Poppins" w:cs="Poppins"/>
                <w:b/>
                <w:bCs/>
              </w:rPr>
              <w:t xml:space="preserve"> </w:t>
            </w:r>
            <w:r w:rsidR="00EF6600">
              <w:rPr>
                <w:rFonts w:ascii="Poppins" w:hAnsi="Poppins" w:cs="Poppins"/>
                <w:b/>
                <w:bCs/>
              </w:rPr>
              <w:t>X-One</w:t>
            </w:r>
            <w:r w:rsidR="00623269">
              <w:rPr>
                <w:rFonts w:ascii="Poppins" w:hAnsi="Poppins" w:cs="Poppins"/>
                <w:b/>
                <w:bCs/>
              </w:rPr>
              <w:t>-</w:t>
            </w:r>
            <w:r w:rsidR="008804CB" w:rsidRPr="00777387">
              <w:rPr>
                <w:rFonts w:ascii="Poppins" w:hAnsi="Poppins" w:cs="Poppins"/>
                <w:b/>
                <w:bCs/>
              </w:rPr>
              <w:t>112</w:t>
            </w:r>
            <w:r w:rsidR="00291AED">
              <w:rPr>
                <w:rFonts w:ascii="Poppins" w:hAnsi="Poppins" w:cs="Poppins"/>
                <w:b/>
                <w:bCs/>
              </w:rPr>
              <w:t>2</w:t>
            </w:r>
            <w:r w:rsidR="008804CB" w:rsidRPr="00777387">
              <w:rPr>
                <w:rFonts w:ascii="Poppins" w:hAnsi="Poppins" w:cs="Poppins"/>
                <w:b/>
                <w:bCs/>
              </w:rPr>
              <w:t xml:space="preserve">DC-O </w:t>
            </w:r>
            <w:r w:rsidRPr="00777387">
              <w:rPr>
                <w:rFonts w:ascii="Poppins" w:hAnsi="Poppins" w:cs="Poppins"/>
                <w:b/>
                <w:bCs/>
              </w:rPr>
              <w:t>o equivalente</w:t>
            </w:r>
            <w:r w:rsidR="00291AED"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447EFC" w:rsidRPr="00D5395B" w14:paraId="0011208F" w14:textId="77777777" w:rsidTr="008574C8">
        <w:tc>
          <w:tcPr>
            <w:tcW w:w="1208" w:type="dxa"/>
          </w:tcPr>
          <w:p w14:paraId="5A75C283" w14:textId="77777777" w:rsidR="00447EFC" w:rsidRPr="002B6ADC" w:rsidRDefault="00447EFC" w:rsidP="00447EF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lastRenderedPageBreak/>
              <w:t>07010905</w:t>
            </w:r>
          </w:p>
        </w:tc>
        <w:tc>
          <w:tcPr>
            <w:tcW w:w="1867" w:type="dxa"/>
          </w:tcPr>
          <w:p w14:paraId="72B40A1B" w14:textId="74CC66DB" w:rsidR="00447EFC" w:rsidRPr="002B6ADC" w:rsidRDefault="00447EFC" w:rsidP="00447EF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Climatizzatore monoblocco, per installazione verticale a parete, senza unità esterna</w:t>
            </w:r>
          </w:p>
          <w:p w14:paraId="7FF4AAEF" w14:textId="0703E7C2" w:rsidR="00447EFC" w:rsidRPr="002B6ADC" w:rsidRDefault="00EF6600" w:rsidP="00447EF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X-One</w:t>
            </w:r>
            <w:r w:rsidR="002B6ADC" w:rsidRPr="002B6ADC">
              <w:rPr>
                <w:rFonts w:ascii="Poppins" w:hAnsi="Poppins" w:cs="Poppins"/>
              </w:rPr>
              <w:t>-</w:t>
            </w:r>
            <w:r w:rsidR="00447EFC" w:rsidRPr="002B6ADC">
              <w:rPr>
                <w:rFonts w:ascii="Poppins" w:hAnsi="Poppins" w:cs="Poppins"/>
              </w:rPr>
              <w:t>1020DC-V</w:t>
            </w:r>
          </w:p>
        </w:tc>
        <w:tc>
          <w:tcPr>
            <w:tcW w:w="6525" w:type="dxa"/>
          </w:tcPr>
          <w:p w14:paraId="684EA036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>Climatizzatore pompa di calore reversibile, per installazione verticale a parete, di tipo Inverter, monoblocco, senza unità esterna.</w:t>
            </w:r>
          </w:p>
          <w:p w14:paraId="3821A5C9" w14:textId="77777777" w:rsid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>Funzionamento: Raffreddamento, Riscaldamento, Deumidificazione, Automatico, Ventilazione.</w:t>
            </w:r>
          </w:p>
          <w:p w14:paraId="2B652E88" w14:textId="344437E9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 xml:space="preserve">Funzione Timer e </w:t>
            </w:r>
            <w:proofErr w:type="spellStart"/>
            <w:r w:rsidRPr="002B6ADC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2B6ADC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63B6D4FF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>L’unità è completa di telecomando ad infrarossi, dotato di batteria 3 V tipo CR2025 e dima per fissaggio.</w:t>
            </w:r>
          </w:p>
          <w:p w14:paraId="78162050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filtri aria, pannello di controllo e spie su parte frontale.</w:t>
            </w:r>
          </w:p>
          <w:p w14:paraId="03E28990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>I motori del ventilatore sono di tipo BLDC, a velocità variabile, che permettono una riduzione dei consumi e maggior comfort acustico.</w:t>
            </w:r>
          </w:p>
          <w:p w14:paraId="24C40D64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0427206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 xml:space="preserve">L’unità, lato ambiente esterno, prevede l’attacco ingresso aria e l’attacco uscita aria entrambi circolari di diametro 162 mm. </w:t>
            </w:r>
          </w:p>
          <w:p w14:paraId="601D0899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>All’interno della copertura è previsto il collegamento elettrico e quello dello scarico condensa.</w:t>
            </w:r>
          </w:p>
          <w:p w14:paraId="54DFCD2B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>Funzione impostabile di ricambio d’aria con recupero energetico dell’aria espulsa.</w:t>
            </w:r>
          </w:p>
          <w:p w14:paraId="28CEC091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EBE3B44" w14:textId="015FB636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2B6ADC">
              <w:rPr>
                <w:rFonts w:ascii="Poppins" w:hAnsi="Poppins" w:cs="Poppins"/>
                <w:sz w:val="20"/>
              </w:rPr>
              <w:t xml:space="preserve">L’unità è equipaggiata con modulo </w:t>
            </w:r>
            <w:r w:rsidR="002B6ADC">
              <w:rPr>
                <w:rFonts w:ascii="Poppins" w:hAnsi="Poppins" w:cs="Poppins"/>
                <w:sz w:val="20"/>
              </w:rPr>
              <w:t>WIFI</w:t>
            </w:r>
            <w:r w:rsidRPr="002B6ADC">
              <w:rPr>
                <w:rFonts w:ascii="Poppins" w:hAnsi="Poppins" w:cs="Poppins"/>
                <w:sz w:val="20"/>
              </w:rPr>
              <w:t xml:space="preserve"> che permette di gestire il funzionamento del climatizzatore tramite smartphone o tablet grazie all’ applicazione. </w:t>
            </w:r>
          </w:p>
          <w:p w14:paraId="02F46936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574F75C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2B6ADC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67CFE1D" w14:textId="007CE476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</w:rPr>
            </w:pPr>
            <w:r w:rsidRPr="002B6ADC">
              <w:rPr>
                <w:rFonts w:ascii="Poppins" w:hAnsi="Poppins" w:cs="Poppins"/>
                <w:bCs/>
              </w:rPr>
              <w:t xml:space="preserve">Grandezza: 9 </w:t>
            </w:r>
            <w:proofErr w:type="spellStart"/>
            <w:r w:rsidRPr="002B6ADC">
              <w:rPr>
                <w:rFonts w:ascii="Poppins" w:hAnsi="Poppins" w:cs="Poppins"/>
                <w:bCs/>
              </w:rPr>
              <w:t>kBtu</w:t>
            </w:r>
            <w:proofErr w:type="spellEnd"/>
            <w:r w:rsidRPr="002B6ADC">
              <w:rPr>
                <w:rFonts w:ascii="Poppins" w:hAnsi="Poppins" w:cs="Poppins"/>
                <w:bCs/>
              </w:rPr>
              <w:t>/h</w:t>
            </w:r>
          </w:p>
          <w:p w14:paraId="442D8809" w14:textId="40F89C17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 xml:space="preserve">Capacità di raffreddamento </w:t>
            </w:r>
            <w:proofErr w:type="spellStart"/>
            <w:r w:rsidRPr="002B6ADC">
              <w:rPr>
                <w:rFonts w:ascii="Poppins" w:hAnsi="Poppins" w:cs="Poppins"/>
              </w:rPr>
              <w:t>nom</w:t>
            </w:r>
            <w:proofErr w:type="spellEnd"/>
            <w:r w:rsidRPr="002B6ADC">
              <w:rPr>
                <w:rFonts w:ascii="Poppins" w:hAnsi="Poppins" w:cs="Poppins"/>
              </w:rPr>
              <w:t xml:space="preserve"> (min - max): 2,32 (0,92-3,11) kW </w:t>
            </w:r>
          </w:p>
          <w:p w14:paraId="21C89185" w14:textId="7906B624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 xml:space="preserve">Potenza assorbita in raffreddamento </w:t>
            </w:r>
            <w:proofErr w:type="spellStart"/>
            <w:r w:rsidRPr="002B6ADC">
              <w:rPr>
                <w:rFonts w:ascii="Poppins" w:hAnsi="Poppins" w:cs="Poppins"/>
              </w:rPr>
              <w:t>nom</w:t>
            </w:r>
            <w:proofErr w:type="spellEnd"/>
            <w:r w:rsidRPr="002B6ADC">
              <w:rPr>
                <w:rFonts w:ascii="Poppins" w:hAnsi="Poppins" w:cs="Poppins"/>
              </w:rPr>
              <w:t xml:space="preserve"> (min - max): 0,84 kW</w:t>
            </w:r>
          </w:p>
          <w:p w14:paraId="26836366" w14:textId="0581AF47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Deumidificazione</w:t>
            </w:r>
            <w:r w:rsidR="00531DA5">
              <w:rPr>
                <w:rFonts w:ascii="Poppins" w:hAnsi="Poppins" w:cs="Poppins"/>
              </w:rPr>
              <w:t>:</w:t>
            </w:r>
            <w:r w:rsidRPr="002B6ADC">
              <w:rPr>
                <w:rFonts w:ascii="Poppins" w:hAnsi="Poppins" w:cs="Poppins"/>
              </w:rPr>
              <w:t xml:space="preserve"> 0,9 l/h</w:t>
            </w:r>
          </w:p>
          <w:p w14:paraId="19890FDB" w14:textId="5B57E04A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EER</w:t>
            </w:r>
            <w:r w:rsidR="00531DA5">
              <w:rPr>
                <w:rFonts w:ascii="Poppins" w:hAnsi="Poppins" w:cs="Poppins"/>
              </w:rPr>
              <w:t>:</w:t>
            </w:r>
            <w:r w:rsidRPr="002B6ADC">
              <w:rPr>
                <w:rFonts w:ascii="Poppins" w:hAnsi="Poppins" w:cs="Poppins"/>
              </w:rPr>
              <w:t xml:space="preserve"> 2,8</w:t>
            </w:r>
          </w:p>
          <w:p w14:paraId="4BE2A9E7" w14:textId="3F05B4FE" w:rsidR="00447EFC" w:rsidRPr="002B6ADC" w:rsidRDefault="00447EFC" w:rsidP="00DD4D16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Classe di efficienza energetica in raffrescamento: A</w:t>
            </w:r>
            <w:r w:rsidR="00777387" w:rsidRPr="002B6ADC">
              <w:rPr>
                <w:rFonts w:ascii="Poppins" w:hAnsi="Poppins" w:cs="Poppins"/>
              </w:rPr>
              <w:t xml:space="preserve"> (v</w:t>
            </w:r>
            <w:r w:rsidRPr="002B6ADC">
              <w:rPr>
                <w:rFonts w:ascii="Poppins" w:hAnsi="Poppins" w:cs="Poppins"/>
              </w:rPr>
              <w:t>alori riferiti alla temperatura interna di 27 °C (bulbo secco) / 19 °C (bulbo umido) e temperatura esterna di 35 °C (bulbo secco)</w:t>
            </w:r>
            <w:r w:rsidR="00777387" w:rsidRPr="002B6ADC">
              <w:rPr>
                <w:rFonts w:ascii="Poppins" w:hAnsi="Poppins" w:cs="Poppins"/>
              </w:rPr>
              <w:t>)</w:t>
            </w:r>
          </w:p>
          <w:p w14:paraId="519CDA35" w14:textId="1F0F88BA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 xml:space="preserve">Capacità di riscaldamento </w:t>
            </w:r>
            <w:proofErr w:type="spellStart"/>
            <w:r w:rsidRPr="002B6ADC">
              <w:rPr>
                <w:rFonts w:ascii="Poppins" w:hAnsi="Poppins" w:cs="Poppins"/>
              </w:rPr>
              <w:t>nom</w:t>
            </w:r>
            <w:proofErr w:type="spellEnd"/>
            <w:r w:rsidRPr="002B6ADC">
              <w:rPr>
                <w:rFonts w:ascii="Poppins" w:hAnsi="Poppins" w:cs="Poppins"/>
              </w:rPr>
              <w:t xml:space="preserve"> (min - max): 2,34 (0,79-3,05) kW </w:t>
            </w:r>
          </w:p>
          <w:p w14:paraId="096C148D" w14:textId="340BE727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 xml:space="preserve">Potenza assorbita in riscaldamento </w:t>
            </w:r>
            <w:proofErr w:type="spellStart"/>
            <w:r w:rsidRPr="002B6ADC">
              <w:rPr>
                <w:rFonts w:ascii="Poppins" w:hAnsi="Poppins" w:cs="Poppins"/>
              </w:rPr>
              <w:t>nom</w:t>
            </w:r>
            <w:proofErr w:type="spellEnd"/>
            <w:r w:rsidRPr="002B6ADC">
              <w:rPr>
                <w:rFonts w:ascii="Poppins" w:hAnsi="Poppins" w:cs="Poppins"/>
              </w:rPr>
              <w:t xml:space="preserve"> (min - max): 0,74</w:t>
            </w:r>
            <w:r w:rsidR="00531DA5">
              <w:rPr>
                <w:rFonts w:ascii="Poppins" w:hAnsi="Poppins" w:cs="Poppins"/>
              </w:rPr>
              <w:t xml:space="preserve"> </w:t>
            </w:r>
            <w:r w:rsidRPr="002B6ADC">
              <w:rPr>
                <w:rFonts w:ascii="Poppins" w:hAnsi="Poppins" w:cs="Poppins"/>
              </w:rPr>
              <w:t>kW</w:t>
            </w:r>
          </w:p>
          <w:p w14:paraId="125D0AEA" w14:textId="207683CD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lastRenderedPageBreak/>
              <w:t>COP: 3</w:t>
            </w:r>
            <w:r w:rsidR="00531DA5">
              <w:rPr>
                <w:rFonts w:ascii="Poppins" w:hAnsi="Poppins" w:cs="Poppins"/>
              </w:rPr>
              <w:t>,</w:t>
            </w:r>
            <w:r w:rsidRPr="002B6ADC">
              <w:rPr>
                <w:rFonts w:ascii="Poppins" w:hAnsi="Poppins" w:cs="Poppins"/>
              </w:rPr>
              <w:t>2</w:t>
            </w:r>
          </w:p>
          <w:p w14:paraId="4DF9E9C9" w14:textId="4DE94C76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Classe di efficienza energetica in riscaldamento: A</w:t>
            </w:r>
            <w:r w:rsidR="00777387" w:rsidRPr="002B6ADC">
              <w:rPr>
                <w:rFonts w:ascii="Poppins" w:hAnsi="Poppins" w:cs="Poppins"/>
              </w:rPr>
              <w:t xml:space="preserve"> (v</w:t>
            </w:r>
            <w:r w:rsidRPr="002B6ADC">
              <w:rPr>
                <w:rFonts w:ascii="Poppins" w:hAnsi="Poppins" w:cs="Poppins"/>
              </w:rPr>
              <w:t>alori riferiti alla temperatura interna di 20 °C e alla temperatura esterna di 7 °C</w:t>
            </w:r>
            <w:r w:rsidR="00777387" w:rsidRPr="002B6ADC">
              <w:rPr>
                <w:rFonts w:ascii="Poppins" w:hAnsi="Poppins" w:cs="Poppins"/>
              </w:rPr>
              <w:t>)</w:t>
            </w:r>
          </w:p>
          <w:p w14:paraId="078AB1F1" w14:textId="537ABEBD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Tensione alimentazione: 230/1/50 V/</w:t>
            </w:r>
            <w:proofErr w:type="spellStart"/>
            <w:r w:rsidRPr="002B6ADC">
              <w:rPr>
                <w:rFonts w:ascii="Poppins" w:hAnsi="Poppins" w:cs="Poppins"/>
              </w:rPr>
              <w:t>Ph</w:t>
            </w:r>
            <w:proofErr w:type="spellEnd"/>
            <w:r w:rsidRPr="002B6ADC">
              <w:rPr>
                <w:rFonts w:ascii="Poppins" w:hAnsi="Poppins" w:cs="Poppins"/>
              </w:rPr>
              <w:t>/Hz</w:t>
            </w:r>
          </w:p>
          <w:p w14:paraId="6ED92FEF" w14:textId="77777777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Livello di potenza sonora: 58 dB(A)</w:t>
            </w:r>
          </w:p>
          <w:p w14:paraId="1D10C54F" w14:textId="6C7A812D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Livello di pressione sonora: 48 dB(A) - valore riferito alla distanza di 2,5 m dall’unità, fattore di direzionalità pari a 2 e costante d’ambiente (chiuso) R pari a 50 m</w:t>
            </w:r>
            <w:r w:rsidR="00531DA5">
              <w:rPr>
                <w:rFonts w:ascii="Poppins" w:hAnsi="Poppins" w:cs="Poppins"/>
              </w:rPr>
              <w:t>2</w:t>
            </w:r>
          </w:p>
          <w:p w14:paraId="276E2751" w14:textId="77777777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Tipo compressore: Rotativo (inverter)</w:t>
            </w:r>
          </w:p>
          <w:p w14:paraId="47E70A12" w14:textId="1850EF78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Fluido refrigerante utilizzato: R410A</w:t>
            </w:r>
          </w:p>
          <w:p w14:paraId="057A1E7F" w14:textId="77777777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 xml:space="preserve">Dimensioni unità </w:t>
            </w:r>
            <w:proofErr w:type="spellStart"/>
            <w:r w:rsidRPr="002B6ADC">
              <w:rPr>
                <w:rFonts w:ascii="Poppins" w:hAnsi="Poppins" w:cs="Poppins"/>
              </w:rPr>
              <w:t>LxHxP</w:t>
            </w:r>
            <w:proofErr w:type="spellEnd"/>
            <w:r w:rsidRPr="002B6ADC">
              <w:rPr>
                <w:rFonts w:ascii="Poppins" w:hAnsi="Poppins" w:cs="Poppins"/>
              </w:rPr>
              <w:t>: 500x1400x185 mm</w:t>
            </w:r>
          </w:p>
          <w:p w14:paraId="38F0AC54" w14:textId="77777777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Diametro fori di collegamento esterno: ø 162 mm</w:t>
            </w:r>
          </w:p>
          <w:p w14:paraId="040FE338" w14:textId="77777777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Interasse fori di collegamento esterno: 293 mm</w:t>
            </w:r>
          </w:p>
          <w:p w14:paraId="708C8081" w14:textId="77777777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Peso unità: 57 kg</w:t>
            </w:r>
          </w:p>
          <w:p w14:paraId="592AD8A9" w14:textId="1709FFBE" w:rsidR="00447EFC" w:rsidRPr="002B6ADC" w:rsidRDefault="00447EFC" w:rsidP="007773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B6ADC">
              <w:rPr>
                <w:rFonts w:ascii="Poppins" w:hAnsi="Poppins" w:cs="Poppins"/>
              </w:rPr>
              <w:t>Rivestimento unità</w:t>
            </w:r>
            <w:r w:rsidR="00FA4AA3">
              <w:rPr>
                <w:rFonts w:ascii="Poppins" w:hAnsi="Poppins" w:cs="Poppins"/>
              </w:rPr>
              <w:t>:</w:t>
            </w:r>
            <w:r w:rsidRPr="002B6ADC">
              <w:rPr>
                <w:rFonts w:ascii="Poppins" w:hAnsi="Poppins" w:cs="Poppins"/>
              </w:rPr>
              <w:t xml:space="preserve"> Metallo verniciato bianco</w:t>
            </w:r>
          </w:p>
          <w:p w14:paraId="5BC6B8B7" w14:textId="77777777" w:rsidR="00447EFC" w:rsidRPr="002B6ADC" w:rsidRDefault="00447EFC" w:rsidP="00733B1F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1A91ED7" w14:textId="014543D9" w:rsidR="00447EFC" w:rsidRPr="002B6ADC" w:rsidRDefault="00447EFC" w:rsidP="00733B1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2B6ADC">
              <w:rPr>
                <w:rFonts w:ascii="Poppins" w:hAnsi="Poppins" w:cs="Poppins"/>
                <w:b/>
              </w:rPr>
              <w:t xml:space="preserve">Marca </w:t>
            </w:r>
            <w:r w:rsidR="00777387" w:rsidRPr="002B6ADC">
              <w:rPr>
                <w:rFonts w:ascii="Poppins" w:hAnsi="Poppins" w:cs="Poppins"/>
                <w:b/>
              </w:rPr>
              <w:t>Emmeti</w:t>
            </w:r>
            <w:r w:rsidRPr="002B6ADC">
              <w:rPr>
                <w:rFonts w:ascii="Poppins" w:hAnsi="Poppins" w:cs="Poppins"/>
                <w:b/>
              </w:rPr>
              <w:t xml:space="preserve"> – Modello </w:t>
            </w:r>
            <w:r w:rsidR="00FA4AA3" w:rsidRPr="00FA4AA3">
              <w:rPr>
                <w:rFonts w:ascii="Poppins" w:hAnsi="Poppins" w:cs="Poppins"/>
                <w:b/>
              </w:rPr>
              <w:t>Climatizzatore monoblocco, per installazione verticale a parete, senza unità esterna</w:t>
            </w:r>
            <w:r w:rsidRPr="002B6ADC">
              <w:rPr>
                <w:rFonts w:ascii="Poppins" w:hAnsi="Poppins" w:cs="Poppins"/>
                <w:b/>
              </w:rPr>
              <w:t xml:space="preserve"> </w:t>
            </w:r>
            <w:r w:rsidR="00EF6600" w:rsidRPr="002B6ADC">
              <w:rPr>
                <w:rFonts w:ascii="Poppins" w:hAnsi="Poppins" w:cs="Poppins"/>
                <w:b/>
              </w:rPr>
              <w:t>X-One</w:t>
            </w:r>
            <w:r w:rsidR="00FA4AA3">
              <w:rPr>
                <w:rFonts w:ascii="Poppins" w:hAnsi="Poppins" w:cs="Poppins"/>
                <w:b/>
              </w:rPr>
              <w:t>-</w:t>
            </w:r>
            <w:r w:rsidRPr="002B6ADC">
              <w:rPr>
                <w:rFonts w:ascii="Poppins" w:hAnsi="Poppins" w:cs="Poppins"/>
                <w:b/>
              </w:rPr>
              <w:t>1020DC-V o equivalente</w:t>
            </w:r>
            <w:r w:rsidR="00777387" w:rsidRPr="002B6ADC">
              <w:rPr>
                <w:rFonts w:ascii="Poppins" w:hAnsi="Poppins" w:cs="Poppins"/>
                <w:b/>
              </w:rPr>
              <w:t>.</w:t>
            </w:r>
          </w:p>
        </w:tc>
      </w:tr>
      <w:tr w:rsidR="001D21C5" w:rsidRPr="00D5395B" w14:paraId="5C9E6887" w14:textId="77777777" w:rsidTr="008574C8">
        <w:tc>
          <w:tcPr>
            <w:tcW w:w="1208" w:type="dxa"/>
          </w:tcPr>
          <w:p w14:paraId="21B94487" w14:textId="0FA20ACD" w:rsidR="001D21C5" w:rsidRPr="00777387" w:rsidRDefault="001474C0" w:rsidP="00447EFC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07915741</w:t>
            </w:r>
          </w:p>
        </w:tc>
        <w:tc>
          <w:tcPr>
            <w:tcW w:w="1867" w:type="dxa"/>
          </w:tcPr>
          <w:p w14:paraId="5B86B58D" w14:textId="6C0F4199" w:rsidR="001D21C5" w:rsidRPr="00777387" w:rsidRDefault="001474C0" w:rsidP="00447EF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474C0">
              <w:rPr>
                <w:rFonts w:ascii="Poppins" w:hAnsi="Poppins" w:cs="Poppins"/>
              </w:rPr>
              <w:t xml:space="preserve">Chiusura esterna inferiore per climatizzatore monoblocco </w:t>
            </w:r>
            <w:r w:rsidR="00EF6600">
              <w:rPr>
                <w:rFonts w:ascii="Poppins" w:hAnsi="Poppins" w:cs="Poppins"/>
              </w:rPr>
              <w:t>X-One</w:t>
            </w:r>
          </w:p>
        </w:tc>
        <w:tc>
          <w:tcPr>
            <w:tcW w:w="6525" w:type="dxa"/>
          </w:tcPr>
          <w:p w14:paraId="74F1ECF3" w14:textId="623B425B" w:rsidR="001D21C5" w:rsidRPr="001D21C5" w:rsidRDefault="001D21C5" w:rsidP="001D21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D21C5">
              <w:rPr>
                <w:rFonts w:ascii="Poppins" w:hAnsi="Poppins" w:cs="Poppins"/>
                <w:sz w:val="20"/>
              </w:rPr>
              <w:t xml:space="preserve">Chiusura esterna inferiore per climatizzatore monoblocco </w:t>
            </w:r>
            <w:r w:rsidR="00EF6600">
              <w:rPr>
                <w:rFonts w:ascii="Poppins" w:hAnsi="Poppins" w:cs="Poppins"/>
                <w:sz w:val="20"/>
              </w:rPr>
              <w:t>X-One</w:t>
            </w:r>
            <w:r w:rsidRPr="001D21C5">
              <w:rPr>
                <w:rFonts w:ascii="Poppins" w:hAnsi="Poppins" w:cs="Poppins"/>
                <w:sz w:val="20"/>
              </w:rPr>
              <w:t>.</w:t>
            </w:r>
          </w:p>
          <w:p w14:paraId="001C1BEB" w14:textId="77777777" w:rsidR="001D21C5" w:rsidRPr="001D21C5" w:rsidRDefault="001D21C5" w:rsidP="001D21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D21C5">
              <w:rPr>
                <w:rFonts w:ascii="Poppins" w:hAnsi="Poppins" w:cs="Poppins"/>
                <w:sz w:val="20"/>
              </w:rPr>
              <w:t>Costruzione in metallo verniciato bianco.</w:t>
            </w:r>
          </w:p>
          <w:p w14:paraId="5167C0BD" w14:textId="77777777" w:rsidR="001D21C5" w:rsidRPr="001D21C5" w:rsidRDefault="001D21C5" w:rsidP="001D21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9EFB923" w14:textId="0693D972" w:rsidR="001D21C5" w:rsidRPr="001D21C5" w:rsidRDefault="001D21C5" w:rsidP="001D21C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D21C5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="00933CB8" w:rsidRPr="00933CB8">
              <w:rPr>
                <w:rFonts w:ascii="Poppins" w:hAnsi="Poppins" w:cs="Poppins"/>
                <w:b/>
                <w:bCs/>
                <w:sz w:val="20"/>
              </w:rPr>
              <w:t>Chiusura esterna inferiore per climatizzatore monoblocco X-One</w:t>
            </w:r>
            <w:r w:rsidR="00933CB8" w:rsidRPr="00933CB8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1D21C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2C1ACA91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58E01" w14:textId="77777777" w:rsidR="00033729" w:rsidRDefault="00033729">
      <w:r>
        <w:separator/>
      </w:r>
    </w:p>
  </w:endnote>
  <w:endnote w:type="continuationSeparator" w:id="0">
    <w:p w14:paraId="7CC7708B" w14:textId="77777777" w:rsidR="00033729" w:rsidRDefault="0003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574C8" w14:paraId="0F1DC692" w14:textId="77777777" w:rsidTr="00EF6600">
      <w:tc>
        <w:tcPr>
          <w:tcW w:w="4792" w:type="dxa"/>
        </w:tcPr>
        <w:p w14:paraId="46D2E00D" w14:textId="33EBFC6D" w:rsidR="008574C8" w:rsidRPr="00C86331" w:rsidRDefault="008574C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562E55">
            <w:rPr>
              <w:rFonts w:ascii="Poppins" w:hAnsi="Poppins" w:cs="Poppins"/>
              <w:iCs/>
              <w:noProof/>
              <w:sz w:val="16"/>
            </w:rPr>
            <w:t>Climatizzator</w:t>
          </w:r>
          <w:r w:rsidR="00EF6600">
            <w:rPr>
              <w:rFonts w:ascii="Poppins" w:hAnsi="Poppins" w:cs="Poppins"/>
              <w:iCs/>
              <w:noProof/>
              <w:sz w:val="16"/>
            </w:rPr>
            <w:t>i</w:t>
          </w:r>
          <w:r w:rsidR="00562E55">
            <w:rPr>
              <w:rFonts w:ascii="Poppins" w:hAnsi="Poppins" w:cs="Poppins"/>
              <w:iCs/>
              <w:noProof/>
              <w:sz w:val="16"/>
            </w:rPr>
            <w:t xml:space="preserve"> monoblocco </w:t>
          </w:r>
          <w:r w:rsidR="00EF6600">
            <w:rPr>
              <w:rFonts w:ascii="Poppins" w:hAnsi="Poppins" w:cs="Poppins"/>
              <w:iCs/>
              <w:noProof/>
              <w:sz w:val="16"/>
            </w:rPr>
            <w:t xml:space="preserve">senza unità esterna </w:t>
          </w:r>
          <w:r w:rsidR="00562E55">
            <w:rPr>
              <w:rFonts w:ascii="Poppins" w:hAnsi="Poppins" w:cs="Poppins"/>
              <w:iCs/>
              <w:noProof/>
              <w:sz w:val="16"/>
            </w:rPr>
            <w:t>X-O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EF6600">
            <w:rPr>
              <w:rFonts w:ascii="Poppins" w:hAnsi="Poppins" w:cs="Poppins"/>
              <w:iCs/>
              <w:sz w:val="16"/>
            </w:rPr>
            <w:t>ne</w:t>
          </w:r>
        </w:p>
      </w:tc>
      <w:tc>
        <w:tcPr>
          <w:tcW w:w="5471" w:type="dxa"/>
        </w:tcPr>
        <w:p w14:paraId="22EA3C73" w14:textId="196119AA" w:rsidR="008574C8" w:rsidRPr="00EC29FF" w:rsidRDefault="008574C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33CB8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4578AC3" w14:textId="77777777" w:rsidR="008574C8" w:rsidRPr="005C61B9" w:rsidRDefault="008574C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BE178FD" wp14:editId="13EB7800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664CE" w14:textId="77777777" w:rsidR="00033729" w:rsidRDefault="00033729">
      <w:r>
        <w:separator/>
      </w:r>
    </w:p>
  </w:footnote>
  <w:footnote w:type="continuationSeparator" w:id="0">
    <w:p w14:paraId="0768AAAC" w14:textId="77777777" w:rsidR="00033729" w:rsidRDefault="00033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E0E8" w14:textId="77777777" w:rsidR="008574C8" w:rsidRDefault="008574C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7705E7B" wp14:editId="2CE5830E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D72E180" w14:textId="77777777" w:rsidR="008574C8" w:rsidRPr="00D440AE" w:rsidRDefault="008574C8" w:rsidP="00CC31A7">
    <w:pPr>
      <w:pStyle w:val="Intestazione"/>
      <w:jc w:val="center"/>
      <w:rPr>
        <w:sz w:val="16"/>
        <w:szCs w:val="16"/>
      </w:rPr>
    </w:pPr>
  </w:p>
  <w:p w14:paraId="5B41AE56" w14:textId="77777777" w:rsidR="008574C8" w:rsidRPr="00D440AE" w:rsidRDefault="008574C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65EFB"/>
    <w:multiLevelType w:val="hybridMultilevel"/>
    <w:tmpl w:val="322AE6A6"/>
    <w:lvl w:ilvl="0" w:tplc="5726D7F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A51319"/>
    <w:multiLevelType w:val="hybridMultilevel"/>
    <w:tmpl w:val="57000D08"/>
    <w:lvl w:ilvl="0" w:tplc="5726D7F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7809825">
    <w:abstractNumId w:val="2"/>
  </w:num>
  <w:num w:numId="2" w16cid:durableId="669329515">
    <w:abstractNumId w:val="1"/>
  </w:num>
  <w:num w:numId="3" w16cid:durableId="1673146839">
    <w:abstractNumId w:val="0"/>
  </w:num>
  <w:num w:numId="4" w16cid:durableId="1755131404">
    <w:abstractNumId w:val="4"/>
  </w:num>
  <w:num w:numId="5" w16cid:durableId="912003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33729"/>
    <w:rsid w:val="0009136B"/>
    <w:rsid w:val="000B6932"/>
    <w:rsid w:val="000C52FA"/>
    <w:rsid w:val="000F7A52"/>
    <w:rsid w:val="00103A0D"/>
    <w:rsid w:val="00105D2D"/>
    <w:rsid w:val="001441C6"/>
    <w:rsid w:val="001450AB"/>
    <w:rsid w:val="001474C0"/>
    <w:rsid w:val="001620E3"/>
    <w:rsid w:val="00171DAE"/>
    <w:rsid w:val="00195A49"/>
    <w:rsid w:val="001D21C5"/>
    <w:rsid w:val="001F782F"/>
    <w:rsid w:val="0023000E"/>
    <w:rsid w:val="002346C2"/>
    <w:rsid w:val="00264BCF"/>
    <w:rsid w:val="0028448D"/>
    <w:rsid w:val="002862D2"/>
    <w:rsid w:val="00291AED"/>
    <w:rsid w:val="002B5D63"/>
    <w:rsid w:val="002B6002"/>
    <w:rsid w:val="002B6ADC"/>
    <w:rsid w:val="003333BC"/>
    <w:rsid w:val="00344430"/>
    <w:rsid w:val="003524C7"/>
    <w:rsid w:val="00357812"/>
    <w:rsid w:val="0036408F"/>
    <w:rsid w:val="0039090D"/>
    <w:rsid w:val="00433C12"/>
    <w:rsid w:val="0044592F"/>
    <w:rsid w:val="00447EFC"/>
    <w:rsid w:val="004570E1"/>
    <w:rsid w:val="004706FD"/>
    <w:rsid w:val="00474537"/>
    <w:rsid w:val="0048382E"/>
    <w:rsid w:val="00531DA5"/>
    <w:rsid w:val="00536743"/>
    <w:rsid w:val="00562E55"/>
    <w:rsid w:val="00570C52"/>
    <w:rsid w:val="005C61B9"/>
    <w:rsid w:val="005D1926"/>
    <w:rsid w:val="00610639"/>
    <w:rsid w:val="00622E0C"/>
    <w:rsid w:val="00623269"/>
    <w:rsid w:val="006268E8"/>
    <w:rsid w:val="0066293D"/>
    <w:rsid w:val="006B218C"/>
    <w:rsid w:val="006B29B1"/>
    <w:rsid w:val="006C14CB"/>
    <w:rsid w:val="006D044B"/>
    <w:rsid w:val="006D4FDF"/>
    <w:rsid w:val="006D6EEA"/>
    <w:rsid w:val="006E5C4B"/>
    <w:rsid w:val="006F1812"/>
    <w:rsid w:val="006F6AB3"/>
    <w:rsid w:val="00710BB8"/>
    <w:rsid w:val="00727388"/>
    <w:rsid w:val="0073337D"/>
    <w:rsid w:val="00733B1F"/>
    <w:rsid w:val="00745AB1"/>
    <w:rsid w:val="0074712F"/>
    <w:rsid w:val="00777387"/>
    <w:rsid w:val="00782096"/>
    <w:rsid w:val="007D5EC7"/>
    <w:rsid w:val="007E6E02"/>
    <w:rsid w:val="007E7665"/>
    <w:rsid w:val="008014DD"/>
    <w:rsid w:val="0080323F"/>
    <w:rsid w:val="00823188"/>
    <w:rsid w:val="00830828"/>
    <w:rsid w:val="00844BBC"/>
    <w:rsid w:val="008574C8"/>
    <w:rsid w:val="00857E10"/>
    <w:rsid w:val="00867692"/>
    <w:rsid w:val="008761AC"/>
    <w:rsid w:val="008804CB"/>
    <w:rsid w:val="008A2C0A"/>
    <w:rsid w:val="008A366B"/>
    <w:rsid w:val="008B5587"/>
    <w:rsid w:val="00923354"/>
    <w:rsid w:val="00931A8A"/>
    <w:rsid w:val="00933CB8"/>
    <w:rsid w:val="00942B09"/>
    <w:rsid w:val="00992282"/>
    <w:rsid w:val="009A219D"/>
    <w:rsid w:val="009C1166"/>
    <w:rsid w:val="009E07DC"/>
    <w:rsid w:val="009E250A"/>
    <w:rsid w:val="009E2742"/>
    <w:rsid w:val="00A06A5E"/>
    <w:rsid w:val="00A216E2"/>
    <w:rsid w:val="00A62A77"/>
    <w:rsid w:val="00A65AA2"/>
    <w:rsid w:val="00A743FF"/>
    <w:rsid w:val="00AC0741"/>
    <w:rsid w:val="00AD05EC"/>
    <w:rsid w:val="00AD1706"/>
    <w:rsid w:val="00B7475F"/>
    <w:rsid w:val="00B93CD1"/>
    <w:rsid w:val="00BB2A5B"/>
    <w:rsid w:val="00BD14D8"/>
    <w:rsid w:val="00BF1E16"/>
    <w:rsid w:val="00C07D43"/>
    <w:rsid w:val="00C203AE"/>
    <w:rsid w:val="00C233C1"/>
    <w:rsid w:val="00C25698"/>
    <w:rsid w:val="00C27849"/>
    <w:rsid w:val="00C27DFF"/>
    <w:rsid w:val="00C437EE"/>
    <w:rsid w:val="00C55FF9"/>
    <w:rsid w:val="00C86331"/>
    <w:rsid w:val="00C93402"/>
    <w:rsid w:val="00CB1475"/>
    <w:rsid w:val="00CC31A7"/>
    <w:rsid w:val="00CE7C2F"/>
    <w:rsid w:val="00D061A5"/>
    <w:rsid w:val="00D178ED"/>
    <w:rsid w:val="00D17F30"/>
    <w:rsid w:val="00D229AF"/>
    <w:rsid w:val="00D440AE"/>
    <w:rsid w:val="00D46E9B"/>
    <w:rsid w:val="00D62D78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A01C8"/>
    <w:rsid w:val="00EB33B9"/>
    <w:rsid w:val="00EC29FF"/>
    <w:rsid w:val="00EF6600"/>
    <w:rsid w:val="00EF73E5"/>
    <w:rsid w:val="00F50F65"/>
    <w:rsid w:val="00F57DA2"/>
    <w:rsid w:val="00F60A08"/>
    <w:rsid w:val="00FA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4E476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1B539-B3D9-44FB-8BFB-DEB4B6BB4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8021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18</cp:revision>
  <cp:lastPrinted>2013-11-14T13:48:00Z</cp:lastPrinted>
  <dcterms:created xsi:type="dcterms:W3CDTF">2025-05-14T10:16:00Z</dcterms:created>
  <dcterms:modified xsi:type="dcterms:W3CDTF">2025-05-14T11:37:00Z</dcterms:modified>
</cp:coreProperties>
</file>